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2E4B" w:rsidRPr="0099736C">
        <w:rPr>
          <w:rFonts w:ascii="Corbel" w:hAnsi="Corbel"/>
          <w:b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F0BF5">
        <w:rPr>
          <w:rFonts w:ascii="Corbel" w:hAnsi="Corbel"/>
          <w:sz w:val="20"/>
          <w:szCs w:val="20"/>
        </w:rPr>
        <w:t>2020/21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6A6B9E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6A6B9E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Zaliczenie z oceną</w:t>
      </w:r>
      <w:r>
        <w:rPr>
          <w:rFonts w:ascii="Corbel" w:hAnsi="Corbel"/>
          <w:b w:val="0"/>
          <w:smallCaps w:val="0"/>
          <w:szCs w:val="24"/>
        </w:rPr>
        <w:br/>
        <w:t>-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B570B">
        <w:tc>
          <w:tcPr>
            <w:tcW w:w="1679" w:type="dxa"/>
          </w:tcPr>
          <w:p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ce przedszkolnej i wczesnoszkolnej, jej źródła, miejsce oraz zastosowanie w obrębie pokrewnych dyscyplin na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>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Childhood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dies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szkolnej, w tym wybrane modele i koncepcje pedagogic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ne, w celu dokonania analizy i interpretacji złożonych pr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:rsidTr="009B570B">
        <w:trPr>
          <w:trHeight w:val="615"/>
        </w:trPr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wania oraz dobiera środki i metody pracy w celu efekty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mi, w tym z dziećmi, rodzicami lub opiekunami oraz sp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cjalistami także z wykorzystaniem nowoczesnych rozwi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zań technologicznych.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lastRenderedPageBreak/>
              <w:t>PPiW.U11</w:t>
            </w:r>
          </w:p>
          <w:p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9B570B">
        <w:tc>
          <w:tcPr>
            <w:tcW w:w="1962" w:type="dxa"/>
          </w:tcPr>
          <w:p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9B570B">
        <w:tc>
          <w:tcPr>
            <w:tcW w:w="1962" w:type="dxa"/>
          </w:tcPr>
          <w:p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jęć)-min. 51% punktów ocena dostateczna.</w:t>
            </w:r>
          </w:p>
          <w:p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Pr="009C54AE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Pr="009C54AE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DE8" w:rsidRDefault="006B4DE8" w:rsidP="00C16ABF">
      <w:pPr>
        <w:spacing w:after="0" w:line="240" w:lineRule="auto"/>
      </w:pPr>
      <w:r>
        <w:separator/>
      </w:r>
    </w:p>
  </w:endnote>
  <w:endnote w:type="continuationSeparator" w:id="0">
    <w:p w:rsidR="006B4DE8" w:rsidRDefault="006B4D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DE8" w:rsidRDefault="006B4DE8" w:rsidP="00C16ABF">
      <w:pPr>
        <w:spacing w:after="0" w:line="240" w:lineRule="auto"/>
      </w:pPr>
      <w:r>
        <w:separator/>
      </w:r>
    </w:p>
  </w:footnote>
  <w:footnote w:type="continuationSeparator" w:id="0">
    <w:p w:rsidR="006B4DE8" w:rsidRDefault="006B4DE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A5A18"/>
    <w:rsid w:val="004B191D"/>
    <w:rsid w:val="004D5282"/>
    <w:rsid w:val="004F1551"/>
    <w:rsid w:val="004F55A3"/>
    <w:rsid w:val="0050496F"/>
    <w:rsid w:val="00513B6F"/>
    <w:rsid w:val="00517C63"/>
    <w:rsid w:val="00526C94"/>
    <w:rsid w:val="00532BFC"/>
    <w:rsid w:val="005363C4"/>
    <w:rsid w:val="00536BDE"/>
    <w:rsid w:val="0054387E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37A8"/>
    <w:rsid w:val="005E6E85"/>
    <w:rsid w:val="005F0BF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668A9"/>
    <w:rsid w:val="00671958"/>
    <w:rsid w:val="00675843"/>
    <w:rsid w:val="00696477"/>
    <w:rsid w:val="006A6B9E"/>
    <w:rsid w:val="006B0D95"/>
    <w:rsid w:val="006B4DE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36C"/>
    <w:rsid w:val="00997F14"/>
    <w:rsid w:val="009A78D9"/>
    <w:rsid w:val="009B0473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6B9"/>
    <w:rsid w:val="00A53FA5"/>
    <w:rsid w:val="00A54817"/>
    <w:rsid w:val="00A601C8"/>
    <w:rsid w:val="00A60799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1D171-26DA-4EFA-B714-94566CD06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1414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2019-10-28T19:42:00Z</dcterms:created>
  <dcterms:modified xsi:type="dcterms:W3CDTF">2021-01-21T10:07:00Z</dcterms:modified>
</cp:coreProperties>
</file>